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70DBF" w:rsidRDefault="00770DBF">
      <w:r>
        <w:rPr>
          <w:rFonts w:ascii="Cambria" w:hAnsi="Cambria"/>
          <w:b/>
          <w:sz w:val="18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Cambria" w:hAnsi="Cambria"/>
          <w:b/>
          <w:sz w:val="18"/>
          <w:szCs w:val="18"/>
        </w:rPr>
        <w:instrText xml:space="preserve"> FORMTEXT </w:instrText>
      </w:r>
      <w:r>
        <w:rPr>
          <w:rFonts w:ascii="Cambria" w:hAnsi="Cambria"/>
          <w:b/>
          <w:sz w:val="18"/>
          <w:szCs w:val="18"/>
        </w:rPr>
      </w:r>
      <w:r>
        <w:rPr>
          <w:rFonts w:ascii="Cambria" w:hAnsi="Cambria"/>
          <w:b/>
          <w:sz w:val="18"/>
          <w:szCs w:val="18"/>
        </w:rPr>
        <w:fldChar w:fldCharType="separate"/>
      </w:r>
      <w:r>
        <w:rPr>
          <w:rFonts w:ascii="Cambria" w:hAnsi="Cambria"/>
          <w:b/>
          <w:noProof/>
          <w:sz w:val="18"/>
          <w:szCs w:val="18"/>
        </w:rPr>
        <w:t> </w:t>
      </w:r>
      <w:r>
        <w:rPr>
          <w:rFonts w:ascii="Cambria" w:hAnsi="Cambria"/>
          <w:b/>
          <w:noProof/>
          <w:sz w:val="18"/>
          <w:szCs w:val="18"/>
        </w:rPr>
        <w:t> </w:t>
      </w:r>
      <w:r>
        <w:rPr>
          <w:rFonts w:ascii="Cambria" w:hAnsi="Cambria"/>
          <w:b/>
          <w:noProof/>
          <w:sz w:val="18"/>
          <w:szCs w:val="18"/>
        </w:rPr>
        <w:t> </w:t>
      </w:r>
      <w:r>
        <w:rPr>
          <w:rFonts w:ascii="Cambria" w:hAnsi="Cambria"/>
          <w:b/>
          <w:noProof/>
          <w:sz w:val="18"/>
          <w:szCs w:val="18"/>
        </w:rPr>
        <w:t> </w:t>
      </w:r>
      <w:r>
        <w:rPr>
          <w:rFonts w:ascii="Cambria" w:hAnsi="Cambria"/>
          <w:b/>
          <w:noProof/>
          <w:sz w:val="18"/>
          <w:szCs w:val="18"/>
        </w:rPr>
        <w:t> </w:t>
      </w:r>
      <w:r>
        <w:rPr>
          <w:rFonts w:ascii="Cambria" w:hAnsi="Cambria"/>
          <w:b/>
          <w:sz w:val="18"/>
          <w:szCs w:val="18"/>
        </w:rPr>
        <w:fldChar w:fldCharType="end"/>
      </w:r>
    </w:p>
    <w:p w:rsidR="00770DBF" w:rsidRDefault="00770DBF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790"/>
      </w:tblGrid>
      <w:tr w:rsidR="00E276B5" w:rsidTr="00EC4CC7">
        <w:trPr>
          <w:trHeight w:val="288"/>
        </w:trPr>
        <w:tc>
          <w:tcPr>
            <w:tcW w:w="10916" w:type="dxa"/>
            <w:shd w:val="clear" w:color="auto" w:fill="FFFFFF"/>
          </w:tcPr>
          <w:p w:rsidR="00E276B5" w:rsidRDefault="005D3D56" w:rsidP="007A0A25">
            <w:pPr>
              <w:rPr>
                <w:rFonts w:ascii="Cambria" w:hAnsi="Cambria"/>
                <w:b/>
              </w:rPr>
            </w:pPr>
            <w:r w:rsidRPr="00AD666D">
              <w:rPr>
                <w:rFonts w:ascii="Cambria" w:hAnsi="Cambria"/>
                <w:b/>
              </w:rPr>
              <w:t>Please check each item received:</w:t>
            </w:r>
          </w:p>
          <w:p w:rsidR="0049237D" w:rsidRPr="00AD666D" w:rsidRDefault="0049237D" w:rsidP="007A0A25">
            <w:pPr>
              <w:rPr>
                <w:rFonts w:ascii="Cambria" w:hAnsi="Cambria"/>
                <w:b/>
              </w:rPr>
            </w:pPr>
          </w:p>
          <w:p w:rsidR="005D3D56" w:rsidRDefault="005D3D56" w:rsidP="007A0A25">
            <w:pPr>
              <w:rPr>
                <w:rFonts w:ascii="Cambria" w:hAnsi="Cambria"/>
              </w:rPr>
            </w:pPr>
            <w:r w:rsidRPr="00AD666D">
              <w:rPr>
                <w:rFonts w:ascii="Cambria" w:hAnsi="Cambr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AD666D">
              <w:rPr>
                <w:rFonts w:ascii="Cambria" w:hAnsi="Cambria"/>
              </w:rPr>
              <w:instrText xml:space="preserve"> FORMCHECKBOX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 w:rsidRPr="00AD666D">
              <w:rPr>
                <w:rFonts w:ascii="Cambria" w:hAnsi="Cambria"/>
              </w:rPr>
              <w:fldChar w:fldCharType="end"/>
            </w:r>
            <w:bookmarkEnd w:id="1"/>
            <w:r w:rsidRPr="00AD666D">
              <w:rPr>
                <w:rFonts w:ascii="Cambria" w:hAnsi="Cambria"/>
              </w:rPr>
              <w:t xml:space="preserve"> Consumer Rights</w:t>
            </w:r>
          </w:p>
          <w:p w:rsidR="0049237D" w:rsidRPr="00AD666D" w:rsidRDefault="0049237D" w:rsidP="007A0A25">
            <w:pPr>
              <w:rPr>
                <w:rFonts w:ascii="Cambria" w:hAnsi="Cambria"/>
              </w:rPr>
            </w:pPr>
          </w:p>
          <w:p w:rsidR="005D3D56" w:rsidRDefault="005D3D56" w:rsidP="007A0A25">
            <w:pPr>
              <w:rPr>
                <w:rFonts w:ascii="Cambria" w:hAnsi="Cambria"/>
              </w:rPr>
            </w:pPr>
            <w:r w:rsidRPr="00AD666D">
              <w:rPr>
                <w:rFonts w:ascii="Cambria" w:hAnsi="Cambr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6D">
              <w:rPr>
                <w:rFonts w:ascii="Cambria" w:hAnsi="Cambria"/>
              </w:rPr>
              <w:instrText xml:space="preserve"> FORMCHECKBOX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 w:rsidRPr="00AD666D">
              <w:rPr>
                <w:rFonts w:ascii="Cambria" w:hAnsi="Cambria"/>
              </w:rPr>
              <w:fldChar w:fldCharType="end"/>
            </w:r>
            <w:r w:rsidRPr="00AD666D">
              <w:rPr>
                <w:rFonts w:ascii="Cambria" w:hAnsi="Cambria"/>
              </w:rPr>
              <w:t xml:space="preserve"> Notice of HCI Privacy Practices</w:t>
            </w:r>
          </w:p>
          <w:p w:rsidR="0049237D" w:rsidRPr="00AD666D" w:rsidRDefault="0049237D" w:rsidP="007A0A25">
            <w:pPr>
              <w:rPr>
                <w:rFonts w:ascii="Cambria" w:hAnsi="Cambria"/>
              </w:rPr>
            </w:pPr>
          </w:p>
          <w:p w:rsidR="005D3D56" w:rsidRDefault="005D3D56" w:rsidP="007A0A25">
            <w:pPr>
              <w:rPr>
                <w:rFonts w:ascii="Cambria" w:hAnsi="Cambria"/>
              </w:rPr>
            </w:pPr>
            <w:r w:rsidRPr="00AD666D">
              <w:rPr>
                <w:rFonts w:ascii="Cambria" w:hAnsi="Cambri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66D">
              <w:rPr>
                <w:rFonts w:ascii="Cambria" w:hAnsi="Cambria"/>
              </w:rPr>
              <w:instrText xml:space="preserve"> FORMCHECKBOX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 w:rsidRPr="00AD666D">
              <w:rPr>
                <w:rFonts w:ascii="Cambria" w:hAnsi="Cambria"/>
              </w:rPr>
              <w:fldChar w:fldCharType="end"/>
            </w:r>
            <w:r w:rsidR="00863573">
              <w:rPr>
                <w:rFonts w:ascii="Cambria" w:hAnsi="Cambria"/>
              </w:rPr>
              <w:t xml:space="preserve"> </w:t>
            </w:r>
            <w:r w:rsidRPr="00AD666D">
              <w:rPr>
                <w:rFonts w:ascii="Cambria" w:hAnsi="Cambria"/>
              </w:rPr>
              <w:t>Orientation to Services</w:t>
            </w:r>
          </w:p>
          <w:p w:rsidR="00863573" w:rsidRDefault="00863573" w:rsidP="007A0A25">
            <w:pPr>
              <w:rPr>
                <w:rFonts w:ascii="Cambria" w:hAnsi="Cambria"/>
              </w:rPr>
            </w:pPr>
          </w:p>
          <w:p w:rsidR="00863573" w:rsidRDefault="00863573" w:rsidP="007A0A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>
              <w:rPr>
                <w:rFonts w:ascii="Cambria" w:hAnsi="Cambria"/>
              </w:rPr>
              <w:instrText xml:space="preserve"> FORMCHECKBOX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bookmarkEnd w:id="2"/>
            <w:r>
              <w:rPr>
                <w:rFonts w:ascii="Cambria" w:hAnsi="Cambria"/>
              </w:rPr>
              <w:t xml:space="preserve"> Attendance Policy</w:t>
            </w:r>
          </w:p>
          <w:p w:rsidR="00742C42" w:rsidRDefault="00742C42" w:rsidP="007A0A25">
            <w:pPr>
              <w:rPr>
                <w:rFonts w:ascii="Cambria" w:hAnsi="Cambria"/>
              </w:rPr>
            </w:pPr>
          </w:p>
          <w:p w:rsidR="00742C42" w:rsidRDefault="00742C42" w:rsidP="007A0A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/>
              </w:rPr>
              <w:instrText xml:space="preserve"> FORMCHECKBOX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>
              <w:rPr>
                <w:rFonts w:ascii="Cambria" w:hAnsi="Cambria"/>
              </w:rPr>
              <w:fldChar w:fldCharType="end"/>
            </w:r>
            <w:r>
              <w:rPr>
                <w:rFonts w:ascii="Cambria" w:hAnsi="Cambria"/>
              </w:rPr>
              <w:t xml:space="preserve"> Email/Texting Consent Form</w:t>
            </w:r>
          </w:p>
          <w:p w:rsidR="0049237D" w:rsidRPr="00AD666D" w:rsidRDefault="0049237D" w:rsidP="007A0A25">
            <w:pPr>
              <w:rPr>
                <w:rFonts w:ascii="Cambria" w:hAnsi="Cambria"/>
              </w:rPr>
            </w:pPr>
          </w:p>
        </w:tc>
      </w:tr>
      <w:tr w:rsidR="005D3D56" w:rsidTr="00AD666D">
        <w:trPr>
          <w:trHeight w:val="288"/>
        </w:trPr>
        <w:tc>
          <w:tcPr>
            <w:tcW w:w="10916" w:type="dxa"/>
            <w:shd w:val="clear" w:color="auto" w:fill="auto"/>
          </w:tcPr>
          <w:p w:rsidR="005D3D56" w:rsidRPr="00AD666D" w:rsidRDefault="005D3D56" w:rsidP="007A0A25">
            <w:pPr>
              <w:rPr>
                <w:rFonts w:ascii="Cambria" w:hAnsi="Cambria"/>
              </w:rPr>
            </w:pPr>
            <w:r w:rsidRPr="00AD666D">
              <w:rPr>
                <w:rFonts w:ascii="Cambria" w:hAnsi="Cambria"/>
                <w:b/>
              </w:rPr>
              <w:t>Do you have an advance/psychiatric directive?</w:t>
            </w:r>
            <w:r w:rsidRPr="00AD666D">
              <w:rPr>
                <w:rFonts w:ascii="Cambria" w:hAnsi="Cambria"/>
              </w:rPr>
              <w:t xml:space="preserve"> </w:t>
            </w:r>
            <w:r w:rsidR="00AD666D" w:rsidRPr="00AD666D">
              <w:rPr>
                <w:rFonts w:ascii="Cambria" w:hAnsi="Cambria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-Select-"/>
                    <w:listEntry w:val="Yes"/>
                    <w:listEntry w:val="No"/>
                  </w:ddList>
                </w:ffData>
              </w:fldChar>
            </w:r>
            <w:bookmarkStart w:id="3" w:name="Dropdown1"/>
            <w:r w:rsidR="00AD666D" w:rsidRPr="00AD666D">
              <w:rPr>
                <w:rFonts w:ascii="Cambria" w:hAnsi="Cambria"/>
              </w:rPr>
              <w:instrText xml:space="preserve"> FORMDROPDOWN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 w:rsidR="00AD666D" w:rsidRPr="00AD666D">
              <w:rPr>
                <w:rFonts w:ascii="Cambria" w:hAnsi="Cambria"/>
              </w:rPr>
              <w:fldChar w:fldCharType="end"/>
            </w:r>
            <w:bookmarkEnd w:id="3"/>
          </w:p>
          <w:p w:rsidR="005D3D56" w:rsidRPr="00AD666D" w:rsidRDefault="005D3D56" w:rsidP="00AD666D">
            <w:pPr>
              <w:rPr>
                <w:rFonts w:ascii="Cambria" w:hAnsi="Cambria"/>
              </w:rPr>
            </w:pPr>
            <w:r w:rsidRPr="00AD666D">
              <w:rPr>
                <w:rFonts w:ascii="Cambria" w:hAnsi="Cambria"/>
                <w:b/>
              </w:rPr>
              <w:t>If No,</w:t>
            </w:r>
            <w:r w:rsidRPr="00AD666D">
              <w:rPr>
                <w:rFonts w:ascii="Cambria" w:hAnsi="Cambria"/>
              </w:rPr>
              <w:t xml:space="preserve"> </w:t>
            </w:r>
            <w:r w:rsidR="00AD666D" w:rsidRPr="00AD666D">
              <w:rPr>
                <w:rFonts w:ascii="Cambria" w:hAnsi="Cambria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-Select-"/>
                    <w:listEntry w:val="I have requested and received"/>
                    <w:listEntry w:val="I do not request any additional"/>
                  </w:ddList>
                </w:ffData>
              </w:fldChar>
            </w:r>
            <w:bookmarkStart w:id="4" w:name="Dropdown2"/>
            <w:r w:rsidR="00AD666D" w:rsidRPr="00AD666D">
              <w:rPr>
                <w:rFonts w:ascii="Cambria" w:hAnsi="Cambria"/>
              </w:rPr>
              <w:instrText xml:space="preserve"> FORMDROPDOWN </w:instrText>
            </w:r>
            <w:r w:rsidR="008042F8">
              <w:rPr>
                <w:rFonts w:ascii="Cambria" w:hAnsi="Cambria"/>
              </w:rPr>
            </w:r>
            <w:r w:rsidR="008042F8">
              <w:rPr>
                <w:rFonts w:ascii="Cambria" w:hAnsi="Cambria"/>
              </w:rPr>
              <w:fldChar w:fldCharType="separate"/>
            </w:r>
            <w:r w:rsidR="00AD666D" w:rsidRPr="00AD666D">
              <w:rPr>
                <w:rFonts w:ascii="Cambria" w:hAnsi="Cambria"/>
              </w:rPr>
              <w:fldChar w:fldCharType="end"/>
            </w:r>
            <w:bookmarkEnd w:id="4"/>
            <w:r w:rsidRPr="00AD666D">
              <w:rPr>
                <w:rFonts w:ascii="Cambria" w:hAnsi="Cambria"/>
              </w:rPr>
              <w:t xml:space="preserve"> </w:t>
            </w:r>
            <w:r w:rsidR="00AD666D" w:rsidRPr="00AD666D">
              <w:rPr>
                <w:rFonts w:ascii="Cambria" w:hAnsi="Cambria"/>
              </w:rPr>
              <w:t>information on advance/psychiatric directive.</w:t>
            </w:r>
          </w:p>
        </w:tc>
      </w:tr>
      <w:tr w:rsidR="0049237D" w:rsidTr="00EC4CC7">
        <w:trPr>
          <w:trHeight w:val="288"/>
        </w:trPr>
        <w:tc>
          <w:tcPr>
            <w:tcW w:w="10916" w:type="dxa"/>
            <w:shd w:val="clear" w:color="auto" w:fill="F2F2F2"/>
          </w:tcPr>
          <w:p w:rsidR="0049237D" w:rsidRPr="00AD666D" w:rsidRDefault="0079040A" w:rsidP="00600DEC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Consumer</w:t>
            </w:r>
            <w:r w:rsidR="00600DEC">
              <w:rPr>
                <w:rFonts w:ascii="Cambria" w:hAnsi="Cambria"/>
                <w:b/>
              </w:rPr>
              <w:t>/Guardian Signature</w:t>
            </w:r>
          </w:p>
        </w:tc>
      </w:tr>
    </w:tbl>
    <w:p w:rsidR="0049237D" w:rsidRDefault="0049237D" w:rsidP="007A0A25">
      <w:pPr>
        <w:rPr>
          <w:rFonts w:ascii="Cambria" w:hAnsi="Cambria"/>
          <w:sz w:val="16"/>
          <w:szCs w:val="16"/>
        </w:rPr>
        <w:sectPr w:rsidR="0049237D" w:rsidSect="00806386">
          <w:headerReference w:type="default" r:id="rId6"/>
          <w:footerReference w:type="default" r:id="rId7"/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326"/>
        </w:sectPr>
      </w:pPr>
    </w:p>
    <w:p w:rsidR="00AD666D" w:rsidRDefault="00FF64C9" w:rsidP="007A0A25">
      <w:pPr>
        <w:rPr>
          <w:rFonts w:ascii="Cambria" w:hAnsi="Cambria"/>
        </w:rPr>
      </w:pPr>
      <w:r w:rsidRPr="006137BA">
        <w:rPr>
          <w:rFonts w:ascii="Cambria" w:hAnsi="Cambria"/>
          <w:sz w:val="16"/>
          <w:szCs w:val="16"/>
        </w:rPr>
        <w:object w:dxaOrig="2218" w:dyaOrig="13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pt;height:67.5pt" o:ole="">
            <v:imagedata r:id="rId8" o:title=""/>
          </v:shape>
          <o:OLEObject Type="Embed" ProgID="eSign.eSignObj.1" ShapeID="_x0000_i1025" DrawAspect="Content" ObjectID="_1655722731" r:id="rId9">
            <o:FieldCodes>\s</o:FieldCodes>
          </o:OLEObject>
        </w:object>
      </w:r>
    </w:p>
    <w:p w:rsidR="00FF64C9" w:rsidRDefault="00FF64C9" w:rsidP="007A0A25">
      <w:pPr>
        <w:rPr>
          <w:rFonts w:ascii="Cambria" w:hAnsi="Cambria"/>
        </w:rPr>
        <w:sectPr w:rsidR="00FF64C9" w:rsidSect="00806386">
          <w:type w:val="continuous"/>
          <w:pgSz w:w="12240" w:h="15840"/>
          <w:pgMar w:top="720" w:right="720" w:bottom="720" w:left="720" w:header="720" w:footer="720" w:gutter="0"/>
          <w:cols w:space="720"/>
          <w:formProt w:val="0"/>
          <w:noEndnote/>
          <w:docGrid w:linePitch="326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790"/>
      </w:tblGrid>
      <w:tr w:rsidR="005D3D56" w:rsidTr="00AD666D">
        <w:trPr>
          <w:trHeight w:val="288"/>
        </w:trPr>
        <w:tc>
          <w:tcPr>
            <w:tcW w:w="10916" w:type="dxa"/>
            <w:shd w:val="clear" w:color="auto" w:fill="auto"/>
          </w:tcPr>
          <w:p w:rsidR="005D3D56" w:rsidRPr="00AD666D" w:rsidRDefault="00AD666D" w:rsidP="0079040A">
            <w:pPr>
              <w:pStyle w:val="BodyText"/>
              <w:ind w:left="0"/>
              <w:rPr>
                <w:rFonts w:ascii="Cambria" w:hAnsi="Cambria"/>
                <w:b/>
                <w:sz w:val="24"/>
                <w:szCs w:val="24"/>
              </w:rPr>
            </w:pPr>
            <w:r w:rsidRPr="00AD666D">
              <w:rPr>
                <w:rFonts w:ascii="Cambria" w:hAnsi="Cambria"/>
                <w:b/>
                <w:sz w:val="24"/>
                <w:szCs w:val="24"/>
              </w:rPr>
              <w:t>Reason</w:t>
            </w:r>
            <w:r w:rsidRPr="00AD666D">
              <w:rPr>
                <w:rFonts w:ascii="Cambria" w:hAnsi="Cambria"/>
                <w:b/>
                <w:spacing w:val="20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Given</w:t>
            </w:r>
            <w:r w:rsidRPr="00AD666D">
              <w:rPr>
                <w:rFonts w:ascii="Cambria" w:hAnsi="Cambria"/>
                <w:b/>
                <w:spacing w:val="30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by</w:t>
            </w:r>
            <w:r w:rsidRPr="00AD666D">
              <w:rPr>
                <w:rFonts w:ascii="Cambria" w:hAnsi="Cambria"/>
                <w:b/>
                <w:spacing w:val="17"/>
                <w:sz w:val="24"/>
                <w:szCs w:val="24"/>
              </w:rPr>
              <w:t xml:space="preserve"> </w:t>
            </w:r>
            <w:r w:rsidR="0079040A">
              <w:rPr>
                <w:rFonts w:ascii="Cambria" w:hAnsi="Cambria"/>
                <w:b/>
                <w:sz w:val="24"/>
                <w:szCs w:val="24"/>
              </w:rPr>
              <w:t>Consumer</w:t>
            </w:r>
            <w:r w:rsidRPr="00AD666D">
              <w:rPr>
                <w:rFonts w:ascii="Cambria" w:hAnsi="Cambria"/>
                <w:b/>
                <w:spacing w:val="11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for</w:t>
            </w:r>
            <w:r w:rsidRPr="00AD666D">
              <w:rPr>
                <w:rFonts w:ascii="Cambria" w:hAnsi="Cambria"/>
                <w:b/>
                <w:spacing w:val="39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Not</w:t>
            </w:r>
            <w:r w:rsidRPr="00AD666D">
              <w:rPr>
                <w:rFonts w:ascii="Cambria" w:hAnsi="Cambria"/>
                <w:b/>
                <w:spacing w:val="11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Signing</w:t>
            </w:r>
            <w:r w:rsidRPr="00AD666D">
              <w:rPr>
                <w:rFonts w:ascii="Cambria" w:hAnsi="Cambria"/>
                <w:b/>
                <w:spacing w:val="18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Any</w:t>
            </w:r>
            <w:r w:rsidRPr="00AD666D">
              <w:rPr>
                <w:rFonts w:ascii="Cambria" w:hAnsi="Cambria"/>
                <w:b/>
                <w:spacing w:val="30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of</w:t>
            </w:r>
            <w:r w:rsidRPr="00AD666D">
              <w:rPr>
                <w:rFonts w:ascii="Cambria" w:hAnsi="Cambria"/>
                <w:b/>
                <w:spacing w:val="3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the</w:t>
            </w:r>
            <w:r w:rsidRPr="00AD666D">
              <w:rPr>
                <w:rFonts w:ascii="Cambria" w:hAnsi="Cambria"/>
                <w:b/>
                <w:spacing w:val="15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Above</w:t>
            </w:r>
            <w:r w:rsidRPr="00AD666D">
              <w:rPr>
                <w:rFonts w:ascii="Cambria" w:hAnsi="Cambria"/>
                <w:b/>
                <w:spacing w:val="44"/>
                <w:sz w:val="24"/>
                <w:szCs w:val="24"/>
              </w:rPr>
              <w:t xml:space="preserve"> </w:t>
            </w:r>
            <w:r w:rsidRPr="00AD666D">
              <w:rPr>
                <w:rFonts w:ascii="Cambria" w:hAnsi="Cambria"/>
                <w:b/>
                <w:sz w:val="24"/>
                <w:szCs w:val="24"/>
              </w:rPr>
              <w:t>Documents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: </w:t>
            </w:r>
            <w:r>
              <w:rPr>
                <w:rFonts w:ascii="Cambria" w:hAnsi="Cambria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Cambria" w:hAnsi="Cambria"/>
                <w:b/>
                <w:sz w:val="24"/>
                <w:szCs w:val="24"/>
              </w:rPr>
              <w:instrText xml:space="preserve"> FORMTEXT </w:instrText>
            </w:r>
            <w:r>
              <w:rPr>
                <w:rFonts w:ascii="Cambria" w:hAnsi="Cambria"/>
                <w:b/>
                <w:sz w:val="24"/>
                <w:szCs w:val="24"/>
              </w:rPr>
            </w:r>
            <w:r>
              <w:rPr>
                <w:rFonts w:ascii="Cambria" w:hAnsi="Cambria"/>
                <w:b/>
                <w:sz w:val="24"/>
                <w:szCs w:val="24"/>
              </w:rPr>
              <w:fldChar w:fldCharType="separate"/>
            </w:r>
            <w:r>
              <w:rPr>
                <w:rFonts w:ascii="Cambria" w:hAnsi="Cambria"/>
                <w:b/>
                <w:noProof/>
                <w:sz w:val="24"/>
                <w:szCs w:val="24"/>
              </w:rPr>
              <w:t> </w:t>
            </w:r>
            <w:r>
              <w:rPr>
                <w:rFonts w:ascii="Cambria" w:hAnsi="Cambria"/>
                <w:b/>
                <w:noProof/>
                <w:sz w:val="24"/>
                <w:szCs w:val="24"/>
              </w:rPr>
              <w:t> </w:t>
            </w:r>
            <w:r>
              <w:rPr>
                <w:rFonts w:ascii="Cambria" w:hAnsi="Cambria"/>
                <w:b/>
                <w:noProof/>
                <w:sz w:val="24"/>
                <w:szCs w:val="24"/>
              </w:rPr>
              <w:t> </w:t>
            </w:r>
            <w:r>
              <w:rPr>
                <w:rFonts w:ascii="Cambria" w:hAnsi="Cambria"/>
                <w:b/>
                <w:noProof/>
                <w:sz w:val="24"/>
                <w:szCs w:val="24"/>
              </w:rPr>
              <w:t> </w:t>
            </w:r>
            <w:r>
              <w:rPr>
                <w:rFonts w:ascii="Cambria" w:hAnsi="Cambria"/>
                <w:b/>
                <w:noProof/>
                <w:sz w:val="24"/>
                <w:szCs w:val="24"/>
              </w:rPr>
              <w:t> </w:t>
            </w:r>
            <w:r>
              <w:rPr>
                <w:rFonts w:ascii="Cambria" w:hAnsi="Cambria"/>
                <w:b/>
                <w:sz w:val="24"/>
                <w:szCs w:val="24"/>
              </w:rPr>
              <w:fldChar w:fldCharType="end"/>
            </w:r>
            <w:bookmarkEnd w:id="5"/>
          </w:p>
        </w:tc>
      </w:tr>
      <w:tr w:rsidR="005D3D56" w:rsidTr="00EC4CC7">
        <w:trPr>
          <w:trHeight w:val="288"/>
        </w:trPr>
        <w:tc>
          <w:tcPr>
            <w:tcW w:w="10916" w:type="dxa"/>
            <w:shd w:val="clear" w:color="auto" w:fill="F2F2F2"/>
          </w:tcPr>
          <w:p w:rsidR="005D3D56" w:rsidRPr="00AD666D" w:rsidRDefault="00600DEC" w:rsidP="000467F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Provider’s Signature</w:t>
            </w:r>
          </w:p>
        </w:tc>
      </w:tr>
      <w:tr w:rsidR="0049237D" w:rsidTr="00AD666D">
        <w:trPr>
          <w:trHeight w:val="288"/>
        </w:trPr>
        <w:tc>
          <w:tcPr>
            <w:tcW w:w="10916" w:type="dxa"/>
            <w:shd w:val="clear" w:color="auto" w:fill="auto"/>
          </w:tcPr>
          <w:p w:rsidR="0049237D" w:rsidRPr="00AD666D" w:rsidRDefault="002C38BD" w:rsidP="007A0A25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&amp;STFCONSENTX</w:t>
            </w:r>
            <w:r w:rsidR="0049237D" w:rsidRPr="009747F9">
              <w:rPr>
                <w:rFonts w:ascii="Cambria" w:hAnsi="Cambria"/>
              </w:rPr>
              <w:t>&amp;</w:t>
            </w:r>
          </w:p>
        </w:tc>
      </w:tr>
    </w:tbl>
    <w:p w:rsidR="004847CD" w:rsidRPr="007A0A25" w:rsidRDefault="004847CD" w:rsidP="007A0A25"/>
    <w:sectPr w:rsidR="004847CD" w:rsidRPr="007A0A25" w:rsidSect="00806386"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C7B" w:rsidRDefault="00420C7B">
      <w:r>
        <w:separator/>
      </w:r>
    </w:p>
  </w:endnote>
  <w:endnote w:type="continuationSeparator" w:id="0">
    <w:p w:rsidR="00420C7B" w:rsidRDefault="00420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FF353B" w:rsidRPr="00777456" w:rsidTr="00777456">
      <w:trPr>
        <w:jc w:val="center"/>
      </w:trPr>
      <w:tc>
        <w:tcPr>
          <w:tcW w:w="3858" w:type="dxa"/>
          <w:vAlign w:val="center"/>
        </w:tcPr>
        <w:p w:rsidR="00FF353B" w:rsidRPr="00777456" w:rsidRDefault="005D3D56" w:rsidP="005D3D56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</w:t>
          </w:r>
          <w:r w:rsidR="00E12C7C">
            <w:rPr>
              <w:rFonts w:ascii="Cambria" w:hAnsi="Cambria" w:cs="Arial"/>
              <w:sz w:val="16"/>
              <w:szCs w:val="16"/>
            </w:rPr>
            <w:t>05FRC</w:t>
          </w:r>
          <w:r>
            <w:rPr>
              <w:rFonts w:ascii="Cambria" w:hAnsi="Cambria" w:cs="Arial"/>
              <w:sz w:val="16"/>
              <w:szCs w:val="16"/>
            </w:rPr>
            <w:t xml:space="preserve"> 3</w:t>
          </w:r>
          <w:r w:rsidR="00FF353B">
            <w:rPr>
              <w:rFonts w:ascii="Cambria" w:hAnsi="Cambria" w:cs="Arial"/>
              <w:sz w:val="16"/>
              <w:szCs w:val="16"/>
            </w:rPr>
            <w:t>/201</w:t>
          </w:r>
          <w:r w:rsidR="007A0A25">
            <w:rPr>
              <w:rFonts w:ascii="Cambria" w:hAnsi="Cambria" w:cs="Arial"/>
              <w:sz w:val="16"/>
              <w:szCs w:val="16"/>
            </w:rPr>
            <w:t>6</w:t>
          </w:r>
        </w:p>
      </w:tc>
      <w:tc>
        <w:tcPr>
          <w:tcW w:w="3859" w:type="dxa"/>
          <w:vAlign w:val="center"/>
        </w:tcPr>
        <w:p w:rsidR="00FF353B" w:rsidRPr="00777456" w:rsidRDefault="00FF353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</w:t>
          </w:r>
          <w:proofErr w:type="spellStart"/>
          <w:r>
            <w:rPr>
              <w:rFonts w:ascii="Cambria" w:hAnsi="Cambria"/>
              <w:sz w:val="16"/>
              <w:szCs w:val="16"/>
            </w:rPr>
            <w:t>controlcode</w:t>
          </w:r>
          <w:proofErr w:type="spellEnd"/>
          <w:r>
            <w:rPr>
              <w:rFonts w:ascii="Cambria" w:hAnsi="Cambria"/>
              <w:sz w:val="16"/>
              <w:szCs w:val="16"/>
            </w:rPr>
            <w:t>&amp;</w:t>
          </w:r>
        </w:p>
      </w:tc>
      <w:tc>
        <w:tcPr>
          <w:tcW w:w="3859" w:type="dxa"/>
          <w:vAlign w:val="center"/>
        </w:tcPr>
        <w:p w:rsidR="00FF353B" w:rsidRPr="00777456" w:rsidRDefault="00FF353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8042F8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8042F8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FF353B" w:rsidRPr="00A14250" w:rsidRDefault="00FF353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C7B" w:rsidRDefault="00420C7B">
      <w:r>
        <w:separator/>
      </w:r>
    </w:p>
  </w:footnote>
  <w:footnote w:type="continuationSeparator" w:id="0">
    <w:p w:rsidR="00420C7B" w:rsidRDefault="00420C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FF353B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FF353B" w:rsidRPr="00777456" w:rsidRDefault="007A0A25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FF353B" w:rsidRPr="00777456" w:rsidRDefault="005D3D56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Forms Received Checklist</w:t>
          </w:r>
        </w:p>
      </w:tc>
    </w:tr>
    <w:tr w:rsidR="00FF353B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FF353B" w:rsidRPr="00777456" w:rsidRDefault="009244E9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FF353B" w:rsidRPr="00777456">
            <w:rPr>
              <w:rFonts w:ascii="Cambria" w:hAnsi="Cambria"/>
              <w:sz w:val="16"/>
              <w:szCs w:val="16"/>
            </w:rPr>
            <w:t>Name:  &amp;</w:t>
          </w:r>
          <w:proofErr w:type="spellStart"/>
          <w:r w:rsidR="00FF353B" w:rsidRPr="00777456">
            <w:rPr>
              <w:rFonts w:ascii="Cambria" w:hAnsi="Cambria"/>
              <w:sz w:val="16"/>
              <w:szCs w:val="16"/>
            </w:rPr>
            <w:t>cltfst</w:t>
          </w:r>
          <w:proofErr w:type="spellEnd"/>
          <w:r w:rsidR="00FF353B" w:rsidRPr="00777456">
            <w:rPr>
              <w:rFonts w:ascii="Cambria" w:hAnsi="Cambria"/>
              <w:sz w:val="16"/>
              <w:szCs w:val="16"/>
            </w:rPr>
            <w:t>&amp; &amp;</w:t>
          </w:r>
          <w:proofErr w:type="spellStart"/>
          <w:r w:rsidR="00FF353B" w:rsidRPr="00777456">
            <w:rPr>
              <w:rFonts w:ascii="Cambria" w:hAnsi="Cambria"/>
              <w:sz w:val="16"/>
              <w:szCs w:val="16"/>
            </w:rPr>
            <w:t>cltlst</w:t>
          </w:r>
          <w:proofErr w:type="spellEnd"/>
          <w:r w:rsidR="00FF353B" w:rsidRPr="00777456">
            <w:rPr>
              <w:rFonts w:ascii="Cambria" w:hAnsi="Cambria"/>
              <w:sz w:val="16"/>
              <w:szCs w:val="16"/>
            </w:rPr>
            <w:t>&amp;</w:t>
          </w:r>
        </w:p>
      </w:tc>
      <w:tc>
        <w:tcPr>
          <w:tcW w:w="5788" w:type="dxa"/>
          <w:vAlign w:val="center"/>
        </w:tcPr>
        <w:p w:rsidR="00FF353B" w:rsidRPr="00777456" w:rsidRDefault="00DA16B6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FF353B" w:rsidRPr="00777456">
            <w:rPr>
              <w:rFonts w:ascii="Cambria" w:hAnsi="Cambria"/>
              <w:sz w:val="16"/>
              <w:szCs w:val="16"/>
            </w:rPr>
            <w:t>:  &amp;</w:t>
          </w:r>
          <w:proofErr w:type="spellStart"/>
          <w:r w:rsidR="00FF353B" w:rsidRPr="00777456">
            <w:rPr>
              <w:rFonts w:ascii="Cambria" w:hAnsi="Cambria"/>
              <w:sz w:val="16"/>
              <w:szCs w:val="16"/>
            </w:rPr>
            <w:t>cltcas</w:t>
          </w:r>
          <w:proofErr w:type="spellEnd"/>
          <w:r w:rsidR="00FF353B" w:rsidRPr="00777456">
            <w:rPr>
              <w:rFonts w:ascii="Cambria" w:hAnsi="Cambria"/>
              <w:sz w:val="16"/>
              <w:szCs w:val="16"/>
            </w:rPr>
            <w:t>&amp;</w:t>
          </w:r>
        </w:p>
      </w:tc>
    </w:tr>
  </w:tbl>
  <w:p w:rsidR="00FF353B" w:rsidRPr="00BE2628" w:rsidRDefault="00FF353B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C7B"/>
    <w:rsid w:val="00035DE8"/>
    <w:rsid w:val="00040A25"/>
    <w:rsid w:val="00045900"/>
    <w:rsid w:val="000467F1"/>
    <w:rsid w:val="0005177B"/>
    <w:rsid w:val="0007425C"/>
    <w:rsid w:val="0007448E"/>
    <w:rsid w:val="000849E6"/>
    <w:rsid w:val="00090232"/>
    <w:rsid w:val="000A2E96"/>
    <w:rsid w:val="000A4BB3"/>
    <w:rsid w:val="000B5630"/>
    <w:rsid w:val="00127654"/>
    <w:rsid w:val="001460E6"/>
    <w:rsid w:val="00190BE7"/>
    <w:rsid w:val="001C67EF"/>
    <w:rsid w:val="001D6B1F"/>
    <w:rsid w:val="001F7434"/>
    <w:rsid w:val="001F7B3E"/>
    <w:rsid w:val="00206496"/>
    <w:rsid w:val="0021589F"/>
    <w:rsid w:val="00227692"/>
    <w:rsid w:val="00235EB1"/>
    <w:rsid w:val="00247710"/>
    <w:rsid w:val="0025066F"/>
    <w:rsid w:val="002610A2"/>
    <w:rsid w:val="002711A8"/>
    <w:rsid w:val="00276C3B"/>
    <w:rsid w:val="00294C1E"/>
    <w:rsid w:val="002C11B5"/>
    <w:rsid w:val="002C2637"/>
    <w:rsid w:val="002C38BD"/>
    <w:rsid w:val="002E6C85"/>
    <w:rsid w:val="002F492D"/>
    <w:rsid w:val="003017EB"/>
    <w:rsid w:val="003112EB"/>
    <w:rsid w:val="00312623"/>
    <w:rsid w:val="003346CA"/>
    <w:rsid w:val="003505CF"/>
    <w:rsid w:val="003572C7"/>
    <w:rsid w:val="00374836"/>
    <w:rsid w:val="00375944"/>
    <w:rsid w:val="00380841"/>
    <w:rsid w:val="00381055"/>
    <w:rsid w:val="003B5822"/>
    <w:rsid w:val="003B6ACB"/>
    <w:rsid w:val="003E2ACF"/>
    <w:rsid w:val="003F14C3"/>
    <w:rsid w:val="003F1E1C"/>
    <w:rsid w:val="004165E6"/>
    <w:rsid w:val="00420C7B"/>
    <w:rsid w:val="00431100"/>
    <w:rsid w:val="00447681"/>
    <w:rsid w:val="00464478"/>
    <w:rsid w:val="004847CD"/>
    <w:rsid w:val="0049237D"/>
    <w:rsid w:val="004A0103"/>
    <w:rsid w:val="004A5A72"/>
    <w:rsid w:val="004C66B5"/>
    <w:rsid w:val="005145E1"/>
    <w:rsid w:val="00522BAC"/>
    <w:rsid w:val="00544323"/>
    <w:rsid w:val="00565986"/>
    <w:rsid w:val="00566382"/>
    <w:rsid w:val="005829DE"/>
    <w:rsid w:val="005A5BCD"/>
    <w:rsid w:val="005D2CEB"/>
    <w:rsid w:val="005D3D56"/>
    <w:rsid w:val="005E2257"/>
    <w:rsid w:val="005F0CA3"/>
    <w:rsid w:val="005F3570"/>
    <w:rsid w:val="00600DEC"/>
    <w:rsid w:val="006137BA"/>
    <w:rsid w:val="00631E41"/>
    <w:rsid w:val="00640BAA"/>
    <w:rsid w:val="0065552F"/>
    <w:rsid w:val="006634B6"/>
    <w:rsid w:val="00682B23"/>
    <w:rsid w:val="006A0DD3"/>
    <w:rsid w:val="006A78B8"/>
    <w:rsid w:val="006D5C9A"/>
    <w:rsid w:val="006E7E1F"/>
    <w:rsid w:val="00707479"/>
    <w:rsid w:val="00711A20"/>
    <w:rsid w:val="00722F76"/>
    <w:rsid w:val="007315F2"/>
    <w:rsid w:val="0073289D"/>
    <w:rsid w:val="0074204D"/>
    <w:rsid w:val="0074262A"/>
    <w:rsid w:val="00742C42"/>
    <w:rsid w:val="00761C79"/>
    <w:rsid w:val="00770DBF"/>
    <w:rsid w:val="00774510"/>
    <w:rsid w:val="00777456"/>
    <w:rsid w:val="0079040A"/>
    <w:rsid w:val="007A0A25"/>
    <w:rsid w:val="007B2D35"/>
    <w:rsid w:val="007C31C1"/>
    <w:rsid w:val="007D74EC"/>
    <w:rsid w:val="007E3C01"/>
    <w:rsid w:val="007E550A"/>
    <w:rsid w:val="00801A3C"/>
    <w:rsid w:val="008042F8"/>
    <w:rsid w:val="00806386"/>
    <w:rsid w:val="0080758B"/>
    <w:rsid w:val="008115DF"/>
    <w:rsid w:val="0082523C"/>
    <w:rsid w:val="00863573"/>
    <w:rsid w:val="00870A4C"/>
    <w:rsid w:val="00882D2C"/>
    <w:rsid w:val="008B1790"/>
    <w:rsid w:val="008B44C1"/>
    <w:rsid w:val="008B6BC8"/>
    <w:rsid w:val="009244E9"/>
    <w:rsid w:val="009421DB"/>
    <w:rsid w:val="00944E20"/>
    <w:rsid w:val="00963948"/>
    <w:rsid w:val="00975F24"/>
    <w:rsid w:val="00977B06"/>
    <w:rsid w:val="00986756"/>
    <w:rsid w:val="00991A78"/>
    <w:rsid w:val="00991B89"/>
    <w:rsid w:val="009B5FEF"/>
    <w:rsid w:val="009C4F60"/>
    <w:rsid w:val="009F1341"/>
    <w:rsid w:val="009F50D6"/>
    <w:rsid w:val="00A07104"/>
    <w:rsid w:val="00A14250"/>
    <w:rsid w:val="00A4184A"/>
    <w:rsid w:val="00A5142B"/>
    <w:rsid w:val="00A605FC"/>
    <w:rsid w:val="00A61524"/>
    <w:rsid w:val="00A73FC9"/>
    <w:rsid w:val="00A87C01"/>
    <w:rsid w:val="00AA27B2"/>
    <w:rsid w:val="00AB5747"/>
    <w:rsid w:val="00AC6253"/>
    <w:rsid w:val="00AD666D"/>
    <w:rsid w:val="00AE7C85"/>
    <w:rsid w:val="00B052E0"/>
    <w:rsid w:val="00B116E5"/>
    <w:rsid w:val="00B20947"/>
    <w:rsid w:val="00B20D2F"/>
    <w:rsid w:val="00B24B4A"/>
    <w:rsid w:val="00B27192"/>
    <w:rsid w:val="00B318A9"/>
    <w:rsid w:val="00B415C5"/>
    <w:rsid w:val="00B51797"/>
    <w:rsid w:val="00B60647"/>
    <w:rsid w:val="00B761B3"/>
    <w:rsid w:val="00B83D24"/>
    <w:rsid w:val="00B954DF"/>
    <w:rsid w:val="00BB3F7F"/>
    <w:rsid w:val="00BC7F93"/>
    <w:rsid w:val="00BE2628"/>
    <w:rsid w:val="00C11F38"/>
    <w:rsid w:val="00C428F1"/>
    <w:rsid w:val="00C43DAB"/>
    <w:rsid w:val="00C5407C"/>
    <w:rsid w:val="00C61236"/>
    <w:rsid w:val="00C6307E"/>
    <w:rsid w:val="00C66520"/>
    <w:rsid w:val="00C81B9D"/>
    <w:rsid w:val="00C96C32"/>
    <w:rsid w:val="00CC4200"/>
    <w:rsid w:val="00CD0787"/>
    <w:rsid w:val="00CD4DB1"/>
    <w:rsid w:val="00CD538F"/>
    <w:rsid w:val="00D00154"/>
    <w:rsid w:val="00D058B4"/>
    <w:rsid w:val="00D14CAC"/>
    <w:rsid w:val="00D221A1"/>
    <w:rsid w:val="00D266F3"/>
    <w:rsid w:val="00D30C6A"/>
    <w:rsid w:val="00D37DFC"/>
    <w:rsid w:val="00D60553"/>
    <w:rsid w:val="00D670F7"/>
    <w:rsid w:val="00D7176B"/>
    <w:rsid w:val="00D95CF8"/>
    <w:rsid w:val="00DA16B6"/>
    <w:rsid w:val="00DA2D43"/>
    <w:rsid w:val="00DB09D0"/>
    <w:rsid w:val="00DD7E0D"/>
    <w:rsid w:val="00DF629D"/>
    <w:rsid w:val="00E06C4F"/>
    <w:rsid w:val="00E12C7C"/>
    <w:rsid w:val="00E276B5"/>
    <w:rsid w:val="00E50CA7"/>
    <w:rsid w:val="00E8557E"/>
    <w:rsid w:val="00E90A3A"/>
    <w:rsid w:val="00E951FC"/>
    <w:rsid w:val="00EA4386"/>
    <w:rsid w:val="00EA52A8"/>
    <w:rsid w:val="00EC356C"/>
    <w:rsid w:val="00EC4CC7"/>
    <w:rsid w:val="00ED4781"/>
    <w:rsid w:val="00ED7416"/>
    <w:rsid w:val="00EF11A5"/>
    <w:rsid w:val="00F32917"/>
    <w:rsid w:val="00F51072"/>
    <w:rsid w:val="00F661B7"/>
    <w:rsid w:val="00F73F83"/>
    <w:rsid w:val="00F90942"/>
    <w:rsid w:val="00F968F2"/>
    <w:rsid w:val="00FA6ED7"/>
    <w:rsid w:val="00FB1218"/>
    <w:rsid w:val="00FB3391"/>
    <w:rsid w:val="00FC425B"/>
    <w:rsid w:val="00FE0531"/>
    <w:rsid w:val="00FF353B"/>
    <w:rsid w:val="00FF5625"/>
    <w:rsid w:val="00FF64C9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54A541B-D155-4F1B-A403-10331B23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D666D"/>
    <w:pPr>
      <w:widowControl w:val="0"/>
      <w:ind w:left="120"/>
    </w:pPr>
    <w:rPr>
      <w:rFonts w:ascii="Arial" w:eastAsia="Arial" w:hAnsi="Arial"/>
      <w:sz w:val="23"/>
      <w:szCs w:val="23"/>
    </w:rPr>
  </w:style>
  <w:style w:type="character" w:customStyle="1" w:styleId="BodyTextChar">
    <w:name w:val="Body Text Char"/>
    <w:link w:val="BodyText"/>
    <w:uiPriority w:val="1"/>
    <w:rsid w:val="00AD666D"/>
    <w:rPr>
      <w:rFonts w:ascii="Arial" w:eastAsia="Arial" w:hAnsi="Arial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toll\AppData\Local\Microsoft\Windows\INetCache\IE\FYFDD4UU\405FRCHIPP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62DC9018-BF38-416B-B4D5-811D1B2930EE}"/>
</file>

<file path=customXml/itemProps2.xml><?xml version="1.0" encoding="utf-8"?>
<ds:datastoreItem xmlns:ds="http://schemas.openxmlformats.org/officeDocument/2006/customXml" ds:itemID="{4B9AA77A-E715-4C23-9F34-CEC860B6B37B}"/>
</file>

<file path=customXml/itemProps3.xml><?xml version="1.0" encoding="utf-8"?>
<ds:datastoreItem xmlns:ds="http://schemas.openxmlformats.org/officeDocument/2006/customXml" ds:itemID="{14F7A2CE-0753-4F28-9190-E0B4740AEE46}"/>
</file>

<file path=docProps/app.xml><?xml version="1.0" encoding="utf-8"?>
<Properties xmlns="http://schemas.openxmlformats.org/officeDocument/2006/extended-properties" xmlns:vt="http://schemas.openxmlformats.org/officeDocument/2006/docPropsVTypes">
  <Template>405FRCHIPPA[1]</Template>
  <TotalTime>0</TotalTime>
  <Pages>1</Pages>
  <Words>58</Words>
  <Characters>544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SSTOLL</dc:creator>
  <cp:keywords/>
  <cp:lastModifiedBy>ART FULLER</cp:lastModifiedBy>
  <cp:revision>2</cp:revision>
  <cp:lastPrinted>2008-09-29T16:33:00Z</cp:lastPrinted>
  <dcterms:created xsi:type="dcterms:W3CDTF">2020-07-08T18:12:00Z</dcterms:created>
  <dcterms:modified xsi:type="dcterms:W3CDTF">2020-07-08T18:12:00Z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213800</vt:r8>
  </property>
  <property fmtid="{D5CDD505-2E9C-101B-9397-08002B2CF9AE}" pid="4" name="MediaServiceImageTags">
    <vt:lpwstr/>
  </property>
</Properties>
</file>